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danych.docx</dmsv2BaseFileName>
    <dmsv2BaseDisplayName xmlns="http://schemas.microsoft.com/sharepoint/v3">Załącznik nr 6 do SWZ - Umowa powierzenia danych</dmsv2BaseDisplayName>
    <dmsv2SWPP2ObjectNumber xmlns="http://schemas.microsoft.com/sharepoint/v3">POST/DYS/OLD/GZ/04381/2025                        </dmsv2SWPP2ObjectNumber>
    <dmsv2SWPP2SumMD5 xmlns="http://schemas.microsoft.com/sharepoint/v3">7d6a3d7b14f24d29a827d995dc9a6402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23919944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JEUP5JKVCYQC-1440096624-17434</_dlc_DocId>
    <_dlc_DocIdUrl xmlns="a19cb1c7-c5c7-46d4-85ae-d83685407bba">
      <Url>https://swpp2.dms.gkpge.pl/sites/41/_layouts/15/DocIdRedir.aspx?ID=JEUP5JKVCYQC-1440096624-17434</Url>
      <Description>JEUP5JKVCYQC-1440096624-17434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72C02328-70AD-47BF-B51F-D06CD57A58E5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D54141C-B0A6-4A90-A8C2-A0398F4DB3BB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9c524cb6-2d1e-4cc1-9957-a606cb6824d3</vt:lpwstr>
  </property>
</Properties>
</file>